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A64" w:rsidRDefault="00661A64" w:rsidP="00661A6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777D8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59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9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777D8E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</w:t>
      </w:r>
      <w:r w:rsidR="00A157F9">
        <w:rPr>
          <w:rFonts w:ascii="Tahoma" w:hAnsi="Tahoma" w:cs="Tahoma"/>
          <w:b/>
          <w:u w:val="single"/>
        </w:rPr>
        <w:t xml:space="preserve">– </w:t>
      </w:r>
      <w:r>
        <w:rPr>
          <w:rFonts w:ascii="Tahoma" w:hAnsi="Tahoma" w:cs="Tahoma"/>
          <w:b/>
          <w:u w:val="single"/>
        </w:rPr>
        <w:t xml:space="preserve">Tělovýchovná jednota </w:t>
      </w:r>
      <w:proofErr w:type="spellStart"/>
      <w:r>
        <w:rPr>
          <w:rFonts w:ascii="Tahoma" w:hAnsi="Tahoma" w:cs="Tahoma"/>
          <w:b/>
          <w:u w:val="single"/>
        </w:rPr>
        <w:t>Fezko</w:t>
      </w:r>
      <w:proofErr w:type="spellEnd"/>
      <w:r>
        <w:rPr>
          <w:rFonts w:ascii="Tahoma" w:hAnsi="Tahoma" w:cs="Tahoma"/>
          <w:b/>
          <w:u w:val="single"/>
        </w:rPr>
        <w:t xml:space="preserve"> </w:t>
      </w:r>
      <w:proofErr w:type="gramStart"/>
      <w:r>
        <w:rPr>
          <w:rFonts w:ascii="Tahoma" w:hAnsi="Tahoma" w:cs="Tahoma"/>
          <w:b/>
          <w:u w:val="single"/>
        </w:rPr>
        <w:t>Strakonice z. s.</w:t>
      </w:r>
      <w:proofErr w:type="gramEnd"/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157F9">
        <w:rPr>
          <w:rFonts w:ascii="Tahoma" w:hAnsi="Tahoma" w:cs="Tahoma"/>
          <w:sz w:val="20"/>
          <w:szCs w:val="20"/>
        </w:rPr>
        <w:t>19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0A465F">
        <w:rPr>
          <w:rFonts w:ascii="Tahoma" w:hAnsi="Tahoma" w:cs="Tahoma"/>
          <w:sz w:val="20"/>
          <w:szCs w:val="20"/>
        </w:rPr>
        <w:t>ledna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7876" w:rsidRPr="00F17876" w:rsidRDefault="00777D8E" w:rsidP="004D7A16">
      <w:pPr>
        <w:pStyle w:val="Nadpis2"/>
      </w:pPr>
      <w:r>
        <w:lastRenderedPageBreak/>
        <w:t xml:space="preserve">Individuální dotace – Tělovýchovná jednota </w:t>
      </w:r>
      <w:proofErr w:type="spellStart"/>
      <w:r>
        <w:t>Fezko</w:t>
      </w:r>
      <w:proofErr w:type="spellEnd"/>
      <w:r>
        <w:t xml:space="preserve"> Strakonice z. s.</w:t>
      </w:r>
    </w:p>
    <w:p w:rsidR="00F17876" w:rsidRPr="00F17876" w:rsidRDefault="00F17876" w:rsidP="00F17876">
      <w:pPr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</w:p>
    <w:p w:rsidR="00F17876" w:rsidRPr="00F17876" w:rsidRDefault="00F17876" w:rsidP="00F17876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F17876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F17876" w:rsidRPr="00F17876" w:rsidRDefault="00F17876" w:rsidP="00F17876">
      <w:pPr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RM po projednání</w:t>
      </w:r>
    </w:p>
    <w:p w:rsidR="00F17876" w:rsidRPr="00F17876" w:rsidRDefault="00F17876" w:rsidP="00F17876">
      <w:pPr>
        <w:jc w:val="both"/>
        <w:rPr>
          <w:rFonts w:ascii="Tahoma" w:hAnsi="Tahoma" w:cs="Tahoma"/>
          <w:sz w:val="20"/>
          <w:szCs w:val="20"/>
        </w:rPr>
      </w:pPr>
    </w:p>
    <w:p w:rsidR="00A157F9" w:rsidRPr="00F17876" w:rsidRDefault="00A157F9" w:rsidP="00A157F9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3031FB"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CB2069" w:rsidRDefault="003031FB" w:rsidP="00625DD7">
      <w:pPr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CB2069">
        <w:rPr>
          <w:rFonts w:ascii="Tahoma" w:hAnsi="Tahoma" w:cs="Tahoma"/>
          <w:sz w:val="20"/>
          <w:szCs w:val="20"/>
        </w:rPr>
        <w:t>individuální dotac</w:t>
      </w:r>
      <w:r w:rsidR="00A157F9">
        <w:rPr>
          <w:rFonts w:ascii="Tahoma" w:hAnsi="Tahoma" w:cs="Tahoma"/>
          <w:sz w:val="20"/>
          <w:szCs w:val="20"/>
        </w:rPr>
        <w:t>i</w:t>
      </w:r>
      <w:r w:rsidR="00CB2069">
        <w:rPr>
          <w:rFonts w:ascii="Tahoma" w:hAnsi="Tahoma" w:cs="Tahoma"/>
          <w:sz w:val="20"/>
          <w:szCs w:val="20"/>
        </w:rPr>
        <w:t xml:space="preserve"> Tělovýchovné j</w:t>
      </w:r>
      <w:r w:rsidR="00CB2069">
        <w:rPr>
          <w:rFonts w:ascii="Tahoma" w:hAnsi="Tahoma" w:cs="Tahoma"/>
          <w:iCs/>
          <w:sz w:val="20"/>
          <w:szCs w:val="20"/>
        </w:rPr>
        <w:t xml:space="preserve">ednotě </w:t>
      </w:r>
      <w:proofErr w:type="spellStart"/>
      <w:r w:rsidR="00CB2069">
        <w:rPr>
          <w:rFonts w:ascii="Tahoma" w:hAnsi="Tahoma" w:cs="Tahoma"/>
          <w:iCs/>
          <w:sz w:val="20"/>
          <w:szCs w:val="20"/>
        </w:rPr>
        <w:t>Fezko</w:t>
      </w:r>
      <w:proofErr w:type="spellEnd"/>
      <w:r w:rsidR="00CB2069">
        <w:rPr>
          <w:rFonts w:ascii="Tahoma" w:hAnsi="Tahoma" w:cs="Tahoma"/>
          <w:iCs/>
          <w:sz w:val="20"/>
          <w:szCs w:val="20"/>
        </w:rPr>
        <w:t xml:space="preserve"> Strakonice z. s., Pod Hradem 128, 386 01 Strakonice, IČO 16820088 na dofinancování sportovní činnosti</w:t>
      </w:r>
      <w:r w:rsidR="00EA35D5">
        <w:rPr>
          <w:rFonts w:ascii="Tahoma" w:hAnsi="Tahoma" w:cs="Tahoma"/>
          <w:iCs/>
          <w:sz w:val="20"/>
          <w:szCs w:val="20"/>
        </w:rPr>
        <w:t xml:space="preserve"> dětí a mládeže</w:t>
      </w:r>
      <w:r w:rsidR="00CB2069">
        <w:rPr>
          <w:rFonts w:ascii="Tahoma" w:hAnsi="Tahoma" w:cs="Tahoma"/>
          <w:iCs/>
          <w:sz w:val="20"/>
          <w:szCs w:val="20"/>
        </w:rPr>
        <w:t xml:space="preserve"> v okolních městech z důvodu rekonstrukce plaveckého stadionu ve Strakonicích ve výši 352 800 Kč. </w:t>
      </w:r>
    </w:p>
    <w:p w:rsidR="004345B3" w:rsidRDefault="004345B3" w:rsidP="00625DD7">
      <w:pPr>
        <w:jc w:val="both"/>
        <w:rPr>
          <w:rFonts w:ascii="Tahoma" w:hAnsi="Tahoma" w:cs="Tahoma"/>
          <w:iCs/>
          <w:sz w:val="20"/>
          <w:szCs w:val="20"/>
        </w:rPr>
      </w:pPr>
    </w:p>
    <w:p w:rsidR="004345B3" w:rsidRPr="00D70762" w:rsidRDefault="004345B3" w:rsidP="004345B3">
      <w:pPr>
        <w:pStyle w:val="Nadpis3"/>
      </w:pPr>
      <w:r w:rsidRPr="00D70762">
        <w:t xml:space="preserve">II. </w:t>
      </w:r>
      <w:r>
        <w:t>Doporučuje ZM</w:t>
      </w:r>
    </w:p>
    <w:p w:rsidR="004345B3" w:rsidRPr="00D70762" w:rsidRDefault="0061521D" w:rsidP="004345B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4345B3" w:rsidRPr="00D70762">
        <w:rPr>
          <w:rFonts w:ascii="Tahoma" w:hAnsi="Tahoma" w:cs="Tahoma"/>
          <w:sz w:val="20"/>
          <w:szCs w:val="20"/>
        </w:rPr>
        <w:t>uzavř</w:t>
      </w:r>
      <w:r>
        <w:rPr>
          <w:rFonts w:ascii="Tahoma" w:hAnsi="Tahoma" w:cs="Tahoma"/>
          <w:sz w:val="20"/>
          <w:szCs w:val="20"/>
        </w:rPr>
        <w:t>ení</w:t>
      </w:r>
      <w:r w:rsidR="004345B3" w:rsidRPr="00D70762">
        <w:rPr>
          <w:rFonts w:ascii="Tahoma" w:hAnsi="Tahoma" w:cs="Tahoma"/>
          <w:sz w:val="20"/>
          <w:szCs w:val="20"/>
        </w:rPr>
        <w:t xml:space="preserve"> předmětn</w:t>
      </w:r>
      <w:r>
        <w:rPr>
          <w:rFonts w:ascii="Tahoma" w:hAnsi="Tahoma" w:cs="Tahoma"/>
          <w:sz w:val="20"/>
          <w:szCs w:val="20"/>
        </w:rPr>
        <w:t>é</w:t>
      </w:r>
      <w:r w:rsidR="004345B3" w:rsidRPr="00D70762">
        <w:rPr>
          <w:rFonts w:ascii="Tahoma" w:hAnsi="Tahoma" w:cs="Tahoma"/>
          <w:sz w:val="20"/>
          <w:szCs w:val="20"/>
        </w:rPr>
        <w:t xml:space="preserve"> veřejnoprávní smlouv</w:t>
      </w:r>
      <w:r>
        <w:rPr>
          <w:rFonts w:ascii="Tahoma" w:hAnsi="Tahoma" w:cs="Tahoma"/>
          <w:sz w:val="20"/>
          <w:szCs w:val="20"/>
        </w:rPr>
        <w:t>y</w:t>
      </w:r>
      <w:r w:rsidR="004345B3" w:rsidRPr="00D70762">
        <w:rPr>
          <w:rFonts w:ascii="Tahoma" w:hAnsi="Tahoma" w:cs="Tahoma"/>
          <w:sz w:val="20"/>
          <w:szCs w:val="20"/>
        </w:rPr>
        <w:t xml:space="preserve">.  </w:t>
      </w:r>
    </w:p>
    <w:p w:rsidR="004345B3" w:rsidRPr="00D70762" w:rsidRDefault="004345B3" w:rsidP="004345B3">
      <w:pPr>
        <w:jc w:val="both"/>
        <w:rPr>
          <w:rFonts w:ascii="Tahoma" w:hAnsi="Tahoma" w:cs="Tahoma"/>
          <w:sz w:val="20"/>
          <w:szCs w:val="20"/>
        </w:rPr>
      </w:pPr>
    </w:p>
    <w:p w:rsidR="004345B3" w:rsidRPr="00D70762" w:rsidRDefault="004345B3" w:rsidP="004345B3">
      <w:pPr>
        <w:pStyle w:val="Nadpis3"/>
      </w:pPr>
      <w:r w:rsidRPr="00D70762">
        <w:t>III. Pověřuje</w:t>
      </w:r>
    </w:p>
    <w:p w:rsidR="004345B3" w:rsidRPr="00D70762" w:rsidRDefault="004345B3" w:rsidP="004345B3">
      <w:pPr>
        <w:jc w:val="both"/>
        <w:rPr>
          <w:rFonts w:ascii="Tahoma" w:hAnsi="Tahoma" w:cs="Tahoma"/>
          <w:sz w:val="20"/>
          <w:szCs w:val="20"/>
        </w:rPr>
      </w:pPr>
      <w:r w:rsidRPr="00D70762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4345B3" w:rsidRDefault="004345B3" w:rsidP="00625DD7">
      <w:pPr>
        <w:jc w:val="both"/>
        <w:rPr>
          <w:rFonts w:ascii="Tahoma" w:hAnsi="Tahoma" w:cs="Tahoma"/>
          <w:iCs/>
          <w:sz w:val="20"/>
          <w:szCs w:val="20"/>
        </w:rPr>
      </w:pPr>
      <w:bookmarkStart w:id="0" w:name="_GoBack"/>
      <w:bookmarkEnd w:id="0"/>
    </w:p>
    <w:sectPr w:rsidR="00434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A5A8995A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32AA7"/>
    <w:rsid w:val="00053C5A"/>
    <w:rsid w:val="00061EDB"/>
    <w:rsid w:val="00074BBA"/>
    <w:rsid w:val="00077160"/>
    <w:rsid w:val="000A465F"/>
    <w:rsid w:val="001603C9"/>
    <w:rsid w:val="001A226A"/>
    <w:rsid w:val="001F1928"/>
    <w:rsid w:val="002640D8"/>
    <w:rsid w:val="003031FB"/>
    <w:rsid w:val="003052BB"/>
    <w:rsid w:val="0031085D"/>
    <w:rsid w:val="00316D6D"/>
    <w:rsid w:val="00342C90"/>
    <w:rsid w:val="00360568"/>
    <w:rsid w:val="003C78C2"/>
    <w:rsid w:val="003D7520"/>
    <w:rsid w:val="004345B3"/>
    <w:rsid w:val="00466AF0"/>
    <w:rsid w:val="004D7A16"/>
    <w:rsid w:val="004F40D8"/>
    <w:rsid w:val="004F62A3"/>
    <w:rsid w:val="0055252F"/>
    <w:rsid w:val="00553F51"/>
    <w:rsid w:val="005A197C"/>
    <w:rsid w:val="005B0E0C"/>
    <w:rsid w:val="005B5B98"/>
    <w:rsid w:val="005B73DA"/>
    <w:rsid w:val="005E0400"/>
    <w:rsid w:val="0061521D"/>
    <w:rsid w:val="00625DD7"/>
    <w:rsid w:val="00661A64"/>
    <w:rsid w:val="0067710C"/>
    <w:rsid w:val="006B6831"/>
    <w:rsid w:val="00726CD1"/>
    <w:rsid w:val="007425A2"/>
    <w:rsid w:val="00777D8E"/>
    <w:rsid w:val="007919B3"/>
    <w:rsid w:val="007D538B"/>
    <w:rsid w:val="008013E6"/>
    <w:rsid w:val="0082034D"/>
    <w:rsid w:val="008E629F"/>
    <w:rsid w:val="008E6A45"/>
    <w:rsid w:val="009102FD"/>
    <w:rsid w:val="0091427D"/>
    <w:rsid w:val="00931B17"/>
    <w:rsid w:val="00941CC8"/>
    <w:rsid w:val="009454EA"/>
    <w:rsid w:val="009E26DB"/>
    <w:rsid w:val="00A157F9"/>
    <w:rsid w:val="00A37325"/>
    <w:rsid w:val="00A432F0"/>
    <w:rsid w:val="00A60858"/>
    <w:rsid w:val="00A6427F"/>
    <w:rsid w:val="00AC149D"/>
    <w:rsid w:val="00B12448"/>
    <w:rsid w:val="00B21534"/>
    <w:rsid w:val="00B239B9"/>
    <w:rsid w:val="00B361A0"/>
    <w:rsid w:val="00BF7E67"/>
    <w:rsid w:val="00C70802"/>
    <w:rsid w:val="00CA340D"/>
    <w:rsid w:val="00CB2069"/>
    <w:rsid w:val="00CB6898"/>
    <w:rsid w:val="00D67F1E"/>
    <w:rsid w:val="00E27647"/>
    <w:rsid w:val="00E64084"/>
    <w:rsid w:val="00EA35D5"/>
    <w:rsid w:val="00F07490"/>
    <w:rsid w:val="00F1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71</TotalTime>
  <Pages>2</Pages>
  <Words>127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12</cp:revision>
  <cp:lastPrinted>2022-01-04T09:29:00Z</cp:lastPrinted>
  <dcterms:created xsi:type="dcterms:W3CDTF">2022-01-07T07:55:00Z</dcterms:created>
  <dcterms:modified xsi:type="dcterms:W3CDTF">2022-01-21T07:36:00Z</dcterms:modified>
</cp:coreProperties>
</file>